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9A282" w14:textId="75E0098B" w:rsidR="00C05BCC" w:rsidRDefault="00821E04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990E19">
        <w:rPr>
          <w:rFonts w:ascii="Arial" w:hAnsi="Arial" w:cs="Arial"/>
          <w:sz w:val="20"/>
          <w:szCs w:val="20"/>
          <w:u w:val="single"/>
        </w:rPr>
        <w:t>1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534EE4">
        <w:rPr>
          <w:rFonts w:ascii="Arial" w:hAnsi="Arial" w:cs="Arial"/>
          <w:sz w:val="20"/>
          <w:szCs w:val="20"/>
          <w:u w:val="single"/>
        </w:rPr>
        <w:t xml:space="preserve">Krycí list včetně </w:t>
      </w:r>
      <w:r w:rsidR="00A40862">
        <w:rPr>
          <w:rFonts w:ascii="Arial" w:hAnsi="Arial" w:cs="Arial"/>
          <w:sz w:val="20"/>
          <w:szCs w:val="20"/>
          <w:u w:val="single"/>
        </w:rPr>
        <w:t xml:space="preserve">čestného </w:t>
      </w:r>
      <w:r w:rsidR="00534EE4">
        <w:rPr>
          <w:rFonts w:ascii="Arial" w:hAnsi="Arial" w:cs="Arial"/>
          <w:sz w:val="20"/>
          <w:szCs w:val="20"/>
          <w:u w:val="single"/>
        </w:rPr>
        <w:t xml:space="preserve">prohlášení </w:t>
      </w:r>
    </w:p>
    <w:p w14:paraId="086C2541" w14:textId="77777777" w:rsidR="00534EE4" w:rsidRDefault="00534EE4" w:rsidP="00534EE4">
      <w:pPr>
        <w:tabs>
          <w:tab w:val="left" w:pos="3795"/>
        </w:tabs>
        <w:rPr>
          <w:rFonts w:ascii="Arial" w:hAnsi="Arial" w:cs="Arial"/>
        </w:rPr>
      </w:pPr>
    </w:p>
    <w:p w14:paraId="37DDE1CA" w14:textId="77777777" w:rsidR="00534EE4" w:rsidRDefault="00534EE4" w:rsidP="00534EE4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p w14:paraId="562BDE8B" w14:textId="77777777" w:rsidR="00534EE4" w:rsidRDefault="00534EE4" w:rsidP="00534EE4">
      <w:pPr>
        <w:jc w:val="center"/>
        <w:rPr>
          <w:rFonts w:ascii="Arial" w:hAnsi="Arial" w:cs="Arial"/>
        </w:rPr>
      </w:pPr>
    </w:p>
    <w:p w14:paraId="6C05645E" w14:textId="77777777" w:rsidR="00534EE4" w:rsidRDefault="00534EE4" w:rsidP="00534EE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veřejnou zakázku </w:t>
      </w:r>
      <w:r>
        <w:rPr>
          <w:rFonts w:ascii="Arial" w:hAnsi="Arial" w:cs="Arial"/>
          <w:b/>
        </w:rPr>
        <w:t xml:space="preserve">č. j. MR34_2025 – Obnova síťové </w:t>
      </w:r>
      <w:proofErr w:type="gramStart"/>
      <w:r>
        <w:rPr>
          <w:rFonts w:ascii="Arial" w:hAnsi="Arial" w:cs="Arial"/>
          <w:b/>
        </w:rPr>
        <w:t>infrastruktury - náhrada</w:t>
      </w:r>
      <w:proofErr w:type="gramEnd"/>
      <w:r>
        <w:rPr>
          <w:rFonts w:ascii="Arial" w:hAnsi="Arial" w:cs="Arial"/>
          <w:b/>
        </w:rPr>
        <w:t xml:space="preserve"> WLC</w:t>
      </w:r>
    </w:p>
    <w:p w14:paraId="25E85D3D" w14:textId="77777777" w:rsidR="00534EE4" w:rsidRDefault="00534EE4" w:rsidP="00534EE4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534EE4" w:rsidRPr="00534EE4" w14:paraId="68D81CAB" w14:textId="77777777" w:rsidTr="00534EE4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5E4DC6FF" w14:textId="77777777" w:rsidR="00534EE4" w:rsidRDefault="00534EE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Údaje o dodavateli</w:t>
            </w:r>
          </w:p>
        </w:tc>
      </w:tr>
      <w:tr w:rsidR="00534EE4" w:rsidRPr="00534EE4" w14:paraId="0B813015" w14:textId="77777777" w:rsidTr="00534EE4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5D0CBE0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14:paraId="762A1E99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8E4C5B3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534EE4" w:rsidRPr="00534EE4" w14:paraId="666EA6B5" w14:textId="77777777" w:rsidTr="00534EE4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61E571D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14:paraId="0500EA4D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14:paraId="0F293BB5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Místo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podnikání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popř. místo trvalého pobytu</w:t>
            </w:r>
          </w:p>
          <w:p w14:paraId="3BE436EB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D1B96A2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534EE4" w:rsidRPr="00534EE4" w14:paraId="3B1922C1" w14:textId="77777777" w:rsidTr="00534EE4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DFE5023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551525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534EE4" w:rsidRPr="00534EE4" w14:paraId="7D31A80E" w14:textId="77777777" w:rsidTr="00534EE4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E5718AF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E5AD1DB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534EE4" w:rsidRPr="00534EE4" w14:paraId="1C973FEB" w14:textId="77777777" w:rsidTr="00534EE4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50917B2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8DEF62E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534EE4" w:rsidRPr="00534EE4" w14:paraId="1AA03C1A" w14:textId="77777777" w:rsidTr="00534EE4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7BE1ED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8972CD8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534EE4" w:rsidRPr="00534EE4" w14:paraId="2C498E3B" w14:textId="77777777" w:rsidTr="00534EE4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02E7EED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2C7F687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534EE4" w:rsidRPr="00534EE4" w14:paraId="11716407" w14:textId="77777777" w:rsidTr="00534EE4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CE24A92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Adresa datové schránky pro účely komunikace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53946A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534EE4" w:rsidRPr="00534EE4" w14:paraId="7056D8B1" w14:textId="77777777" w:rsidTr="00534EE4">
        <w:trPr>
          <w:trHeight w:val="446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61718E4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F22AD14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534EE4" w:rsidRPr="00534EE4" w14:paraId="280B43C3" w14:textId="77777777" w:rsidTr="00534EE4">
        <w:trPr>
          <w:trHeight w:val="25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EC3E507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4C361895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Informace o typu podniku (v případě právnické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osoby)*</w:t>
            </w:r>
            <w:proofErr w:type="gramEnd"/>
          </w:p>
          <w:p w14:paraId="5259DA34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C14E112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534EE4" w:rsidRPr="00534EE4" w14:paraId="719BC13B" w14:textId="77777777" w:rsidTr="00534EE4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5333499C" w14:textId="77777777" w:rsidR="00534EE4" w:rsidRDefault="00534EE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Údaje o poddodavateli –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1)*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*</w:t>
            </w:r>
          </w:p>
        </w:tc>
      </w:tr>
      <w:tr w:rsidR="00534EE4" w:rsidRPr="00534EE4" w14:paraId="0B2600E6" w14:textId="77777777" w:rsidTr="00534EE4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F50F349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14:paraId="5F92254A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4AD65C6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534EE4" w:rsidRPr="00534EE4" w14:paraId="101FC26F" w14:textId="77777777" w:rsidTr="00534EE4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BFD3239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14:paraId="4B7C972A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14:paraId="05BFF3AA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Místo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podnikání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popř. místo trvalého pobytu</w:t>
            </w:r>
          </w:p>
          <w:p w14:paraId="2FF36639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A56BA8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534EE4" w:rsidRPr="00534EE4" w14:paraId="652FC10C" w14:textId="77777777" w:rsidTr="00534EE4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D72CADB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DD05AF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534EE4" w:rsidRPr="00534EE4" w14:paraId="6139A20A" w14:textId="77777777" w:rsidTr="00534EE4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40DC538" w14:textId="77777777" w:rsidR="00534EE4" w:rsidRDefault="00534EE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53E9B5" w14:textId="77777777" w:rsidR="00534EE4" w:rsidRDefault="00534EE4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7B0A38F0" w14:textId="77777777" w:rsidR="00534EE4" w:rsidRDefault="00534EE4" w:rsidP="00534EE4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52375130" w14:textId="77777777" w:rsidR="00534EE4" w:rsidRDefault="00534EE4" w:rsidP="00534EE4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2F327DF9" w14:textId="77777777" w:rsidR="00534EE4" w:rsidRDefault="00534EE4" w:rsidP="00534EE4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3F1783A3" w14:textId="77777777" w:rsidR="00534EE4" w:rsidRDefault="00534EE4" w:rsidP="00534EE4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0421D750" w14:textId="77777777" w:rsidR="00534EE4" w:rsidRDefault="00534EE4" w:rsidP="00534EE4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214DDC66" w14:textId="77777777" w:rsidR="00534EE4" w:rsidRDefault="00534EE4" w:rsidP="00534EE4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430D01B5" w14:textId="77777777" w:rsidR="00534EE4" w:rsidRDefault="00534EE4" w:rsidP="00534EE4">
      <w:pPr>
        <w:rPr>
          <w:rFonts w:ascii="Arial" w:hAnsi="Arial" w:cs="Arial"/>
          <w:i/>
          <w:sz w:val="18"/>
          <w:szCs w:val="18"/>
        </w:rPr>
      </w:pPr>
    </w:p>
    <w:p w14:paraId="65074F9F" w14:textId="77777777" w:rsidR="00534EE4" w:rsidRDefault="00534EE4" w:rsidP="00534EE4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V případě více poddodavatelů přidá dodavatel do tabulky příslušné řádky.</w:t>
      </w:r>
    </w:p>
    <w:p w14:paraId="648682EA" w14:textId="77777777" w:rsidR="00534EE4" w:rsidRDefault="00534EE4" w:rsidP="00534EE4">
      <w:pPr>
        <w:rPr>
          <w:rFonts w:ascii="Arial" w:hAnsi="Arial" w:cs="Arial"/>
        </w:rPr>
      </w:pPr>
    </w:p>
    <w:p w14:paraId="17594A64" w14:textId="77777777" w:rsidR="00534EE4" w:rsidRDefault="00534EE4" w:rsidP="00C05BCC">
      <w:pPr>
        <w:rPr>
          <w:rFonts w:ascii="Arial" w:hAnsi="Arial" w:cs="Arial"/>
          <w:sz w:val="20"/>
          <w:szCs w:val="20"/>
          <w:u w:val="single"/>
        </w:rPr>
      </w:pPr>
    </w:p>
    <w:p w14:paraId="578789B6" w14:textId="77777777" w:rsidR="00534EE4" w:rsidRDefault="00534EE4" w:rsidP="00C05BCC">
      <w:pPr>
        <w:rPr>
          <w:rFonts w:ascii="Arial" w:hAnsi="Arial" w:cs="Arial"/>
          <w:sz w:val="20"/>
          <w:szCs w:val="20"/>
          <w:u w:val="single"/>
        </w:rPr>
      </w:pPr>
    </w:p>
    <w:p w14:paraId="05BAEB7B" w14:textId="77777777" w:rsidR="00534EE4" w:rsidRDefault="00534EE4" w:rsidP="00C05BCC">
      <w:pPr>
        <w:rPr>
          <w:rFonts w:ascii="Arial" w:hAnsi="Arial" w:cs="Arial"/>
          <w:sz w:val="20"/>
          <w:szCs w:val="20"/>
          <w:u w:val="single"/>
        </w:rPr>
      </w:pPr>
    </w:p>
    <w:p w14:paraId="6EE8716C" w14:textId="77777777" w:rsidR="00534EE4" w:rsidRDefault="00534EE4" w:rsidP="00C05BCC">
      <w:pPr>
        <w:rPr>
          <w:rFonts w:ascii="Arial" w:hAnsi="Arial" w:cs="Arial"/>
          <w:sz w:val="20"/>
          <w:szCs w:val="20"/>
          <w:u w:val="single"/>
        </w:rPr>
      </w:pPr>
    </w:p>
    <w:p w14:paraId="66542EB9" w14:textId="77777777" w:rsidR="00534EE4" w:rsidRDefault="00534EE4" w:rsidP="00C05BCC">
      <w:pPr>
        <w:rPr>
          <w:rFonts w:ascii="Arial" w:hAnsi="Arial" w:cs="Arial"/>
          <w:sz w:val="20"/>
          <w:szCs w:val="20"/>
          <w:u w:val="single"/>
        </w:rPr>
      </w:pPr>
    </w:p>
    <w:p w14:paraId="46915E07" w14:textId="77777777" w:rsidR="00534EE4" w:rsidRPr="00534EE4" w:rsidRDefault="00534EE4" w:rsidP="00534EE4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34EE4">
        <w:rPr>
          <w:rFonts w:ascii="Arial" w:hAnsi="Arial" w:cs="Arial"/>
          <w:b/>
          <w:sz w:val="20"/>
          <w:szCs w:val="20"/>
          <w:u w:val="single"/>
        </w:rPr>
        <w:lastRenderedPageBreak/>
        <w:t>ČESTNÉ PROHLÁŠENÍ</w:t>
      </w:r>
    </w:p>
    <w:p w14:paraId="51D0FED2" w14:textId="77777777"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14:paraId="59CC94AE" w14:textId="77777777"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821E04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14:paraId="1870C19D" w14:textId="77777777"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821E04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821E04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821E04">
        <w:rPr>
          <w:rFonts w:ascii="Arial" w:hAnsi="Arial" w:cs="Arial"/>
          <w:sz w:val="20"/>
          <w:szCs w:val="20"/>
        </w:rPr>
        <w:t xml:space="preserve">tato právnická osoba a </w:t>
      </w:r>
      <w:r w:rsidR="00821E04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821E04">
        <w:rPr>
          <w:rFonts w:ascii="Arial" w:hAnsi="Arial" w:cs="Arial"/>
          <w:sz w:val="20"/>
          <w:szCs w:val="20"/>
        </w:rPr>
        <w:t>;</w:t>
      </w:r>
    </w:p>
    <w:p w14:paraId="38C054D0" w14:textId="77777777"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58292EB" w14:textId="77777777" w:rsidR="00DA4A1F" w:rsidRPr="00B17289" w:rsidRDefault="00821E0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3D4B15AA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48B01DD" w14:textId="77777777" w:rsidR="00DA4A1F" w:rsidRPr="00B17289" w:rsidRDefault="00821E0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63D32C5D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759C4A7" w14:textId="77777777" w:rsidR="00DA4A1F" w:rsidRPr="00B17289" w:rsidRDefault="00821E0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09D9FE7B" w14:textId="77777777"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14:paraId="0B0476EC" w14:textId="77777777" w:rsidR="00DD47D5" w:rsidRDefault="00DA4A1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1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2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45530517" w14:textId="1F296E06" w:rsidR="00356C80" w:rsidRDefault="00DD47D5" w:rsidP="00356C8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  <w:r w:rsidR="00821E04">
        <w:rPr>
          <w:rFonts w:ascii="Arial" w:hAnsi="Arial" w:cs="Arial"/>
          <w:b/>
          <w:szCs w:val="20"/>
          <w:u w:val="single"/>
        </w:rPr>
        <w:lastRenderedPageBreak/>
        <w:t>TECHNICKÁ KVALIFIKACE – SEZNAM</w:t>
      </w:r>
      <w:r w:rsidR="00604B22">
        <w:rPr>
          <w:rFonts w:ascii="Arial" w:hAnsi="Arial" w:cs="Arial"/>
          <w:b/>
          <w:szCs w:val="20"/>
          <w:u w:val="single"/>
        </w:rPr>
        <w:t xml:space="preserve"> VÝZNAMNÝCH DODÁVEK</w:t>
      </w:r>
      <w:r w:rsidR="00821E04">
        <w:rPr>
          <w:rFonts w:ascii="Arial" w:hAnsi="Arial" w:cs="Arial"/>
          <w:b/>
          <w:szCs w:val="20"/>
          <w:u w:val="single"/>
        </w:rPr>
        <w:t>:</w:t>
      </w:r>
    </w:p>
    <w:p w14:paraId="261295AB" w14:textId="46D9734F" w:rsidR="007240DE" w:rsidRDefault="007240DE" w:rsidP="007240DE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7240DE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7240DE">
        <w:rPr>
          <w:rFonts w:ascii="Arial" w:hAnsi="Arial" w:cs="Arial"/>
          <w:b/>
          <w:sz w:val="20"/>
          <w:szCs w:val="20"/>
        </w:rPr>
        <w:t xml:space="preserve"> </w:t>
      </w:r>
      <w:r w:rsidRPr="007240DE">
        <w:rPr>
          <w:rFonts w:ascii="Arial" w:hAnsi="Arial" w:cs="Arial"/>
          <w:b/>
          <w:bCs/>
          <w:sz w:val="20"/>
          <w:szCs w:val="20"/>
        </w:rPr>
        <w:t xml:space="preserve">v posledních 3 letech realizoval 2 </w:t>
      </w:r>
      <w:r w:rsidR="00342444" w:rsidRPr="007240DE">
        <w:rPr>
          <w:rFonts w:ascii="Arial" w:hAnsi="Arial" w:cs="Arial"/>
          <w:b/>
          <w:bCs/>
          <w:sz w:val="20"/>
          <w:szCs w:val="20"/>
        </w:rPr>
        <w:t>obdobn</w:t>
      </w:r>
      <w:r w:rsidR="00342444">
        <w:rPr>
          <w:rFonts w:ascii="Arial" w:hAnsi="Arial" w:cs="Arial"/>
          <w:b/>
          <w:bCs/>
          <w:sz w:val="20"/>
          <w:szCs w:val="20"/>
        </w:rPr>
        <w:t>é</w:t>
      </w:r>
      <w:r w:rsidR="00342444" w:rsidRPr="007240DE">
        <w:rPr>
          <w:rFonts w:ascii="Arial" w:hAnsi="Arial" w:cs="Arial"/>
          <w:b/>
          <w:bCs/>
          <w:sz w:val="20"/>
          <w:szCs w:val="20"/>
        </w:rPr>
        <w:t xml:space="preserve"> </w:t>
      </w:r>
      <w:r w:rsidRPr="007240DE">
        <w:rPr>
          <w:rFonts w:ascii="Arial" w:hAnsi="Arial" w:cs="Arial"/>
          <w:b/>
          <w:bCs/>
          <w:sz w:val="20"/>
          <w:szCs w:val="20"/>
        </w:rPr>
        <w:t>zakázk</w:t>
      </w:r>
      <w:r w:rsidR="00342444">
        <w:rPr>
          <w:rFonts w:ascii="Arial" w:hAnsi="Arial" w:cs="Arial"/>
          <w:b/>
          <w:bCs/>
          <w:sz w:val="20"/>
          <w:szCs w:val="20"/>
        </w:rPr>
        <w:t>y</w:t>
      </w:r>
      <w:r w:rsidRPr="007240DE">
        <w:rPr>
          <w:rFonts w:ascii="Arial" w:hAnsi="Arial" w:cs="Arial"/>
          <w:b/>
          <w:bCs/>
          <w:sz w:val="20"/>
          <w:szCs w:val="20"/>
        </w:rPr>
        <w:t xml:space="preserve"> v min. hodnotě 1</w:t>
      </w:r>
      <w:r w:rsidR="00342444">
        <w:rPr>
          <w:rFonts w:ascii="Arial" w:hAnsi="Arial" w:cs="Arial"/>
          <w:b/>
          <w:bCs/>
          <w:sz w:val="20"/>
          <w:szCs w:val="20"/>
        </w:rPr>
        <w:t>.</w:t>
      </w:r>
      <w:r w:rsidRPr="007240DE">
        <w:rPr>
          <w:rFonts w:ascii="Arial" w:hAnsi="Arial" w:cs="Arial"/>
          <w:b/>
          <w:bCs/>
          <w:sz w:val="20"/>
          <w:szCs w:val="20"/>
        </w:rPr>
        <w:t>000</w:t>
      </w:r>
      <w:r w:rsidR="00342444">
        <w:rPr>
          <w:rFonts w:ascii="Arial" w:hAnsi="Arial" w:cs="Arial"/>
          <w:b/>
          <w:bCs/>
          <w:sz w:val="20"/>
          <w:szCs w:val="20"/>
        </w:rPr>
        <w:t>.</w:t>
      </w:r>
      <w:r w:rsidRPr="007240DE">
        <w:rPr>
          <w:rFonts w:ascii="Arial" w:hAnsi="Arial" w:cs="Arial"/>
          <w:b/>
          <w:bCs/>
          <w:sz w:val="20"/>
          <w:szCs w:val="20"/>
        </w:rPr>
        <w:t xml:space="preserve">000,- Kč (slovy: jeden milion korun českých) bez DPH za každou takovou referenční zakázku. </w:t>
      </w:r>
    </w:p>
    <w:p w14:paraId="279473E9" w14:textId="32049963" w:rsidR="007240DE" w:rsidRDefault="007240DE" w:rsidP="007240DE">
      <w:pPr>
        <w:autoSpaceDE w:val="0"/>
        <w:autoSpaceDN w:val="0"/>
        <w:adjustRightInd w:val="0"/>
        <w:spacing w:before="120" w:after="120"/>
        <w:jc w:val="both"/>
      </w:pPr>
      <w:r w:rsidRPr="007240DE">
        <w:rPr>
          <w:rFonts w:ascii="Arial" w:hAnsi="Arial" w:cs="Arial"/>
          <w:b/>
          <w:sz w:val="20"/>
          <w:szCs w:val="20"/>
        </w:rPr>
        <w:t xml:space="preserve">Obdobný druh dodávek zadavatel blíže specifikuje jako dodání bezdrátových LAN </w:t>
      </w:r>
      <w:proofErr w:type="spellStart"/>
      <w:r w:rsidRPr="007240DE">
        <w:rPr>
          <w:rFonts w:ascii="Arial" w:hAnsi="Arial" w:cs="Arial"/>
          <w:b/>
          <w:sz w:val="20"/>
          <w:szCs w:val="20"/>
        </w:rPr>
        <w:t>kontrolerů</w:t>
      </w:r>
      <w:proofErr w:type="spellEnd"/>
      <w:r w:rsidRPr="007240DE">
        <w:rPr>
          <w:rFonts w:ascii="Arial" w:hAnsi="Arial" w:cs="Arial"/>
          <w:b/>
          <w:sz w:val="20"/>
          <w:szCs w:val="20"/>
        </w:rPr>
        <w:t xml:space="preserve"> (WLC).</w:t>
      </w:r>
    </w:p>
    <w:p w14:paraId="703B92DC" w14:textId="77777777" w:rsidR="00356C80" w:rsidRDefault="00356C80" w:rsidP="00356C80">
      <w:pPr>
        <w:pStyle w:val="Odstavecseseznamem"/>
        <w:rPr>
          <w:rFonts w:ascii="Arial" w:hAnsi="Arial" w:cs="Arial"/>
          <w:sz w:val="20"/>
          <w:szCs w:val="20"/>
        </w:rPr>
      </w:pPr>
    </w:p>
    <w:p w14:paraId="387DFB88" w14:textId="77777777" w:rsidR="00356C80" w:rsidRDefault="00821E04" w:rsidP="00356C80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1:</w:t>
      </w:r>
    </w:p>
    <w:p w14:paraId="542762C0" w14:textId="77777777" w:rsidR="00356C80" w:rsidRDefault="00356C80" w:rsidP="00356C8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332AA" w14:paraId="0211328F" w14:textId="77777777" w:rsidTr="00356C80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4517F" w14:textId="77777777" w:rsidR="00356C80" w:rsidRDefault="00821E04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1E45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C332AA" w14:paraId="3C9F9FF5" w14:textId="77777777" w:rsidTr="00356C80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D443B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72B0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C332AA" w14:paraId="660FEC25" w14:textId="77777777" w:rsidTr="00356C80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8418F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7F6B2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C332AA" w14:paraId="71BC6ECD" w14:textId="77777777" w:rsidTr="00356C80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32D59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F6402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C332AA" w14:paraId="1A559879" w14:textId="77777777" w:rsidTr="00356C80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92A6" w14:textId="77777777" w:rsidR="00356C80" w:rsidRDefault="00821E0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E4F6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60C70B09" w14:textId="77777777" w:rsidR="00356C80" w:rsidRDefault="00356C80" w:rsidP="00356C80">
      <w:pPr>
        <w:pStyle w:val="Odstavecseseznamem"/>
        <w:rPr>
          <w:rFonts w:ascii="Arial" w:hAnsi="Arial" w:cs="Arial"/>
          <w:sz w:val="20"/>
          <w:szCs w:val="20"/>
        </w:rPr>
      </w:pPr>
    </w:p>
    <w:p w14:paraId="4EFF3122" w14:textId="77777777" w:rsidR="00356C80" w:rsidRDefault="00356C80" w:rsidP="00356C80">
      <w:pPr>
        <w:pStyle w:val="Odstavecseseznamem"/>
        <w:rPr>
          <w:rFonts w:ascii="Arial" w:hAnsi="Arial" w:cs="Arial"/>
          <w:sz w:val="20"/>
          <w:szCs w:val="20"/>
        </w:rPr>
      </w:pPr>
    </w:p>
    <w:p w14:paraId="2F0CCF87" w14:textId="77777777" w:rsidR="00356C80" w:rsidRDefault="00821E04" w:rsidP="00356C80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2:</w:t>
      </w:r>
    </w:p>
    <w:p w14:paraId="19823048" w14:textId="77777777" w:rsidR="00356C80" w:rsidRDefault="00356C80" w:rsidP="00356C8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332AA" w14:paraId="66408324" w14:textId="77777777" w:rsidTr="00356C80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30383" w14:textId="77777777" w:rsidR="00356C80" w:rsidRDefault="00821E04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A8BC2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C332AA" w14:paraId="01D53CAA" w14:textId="77777777" w:rsidTr="00356C80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3EAF9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25B4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C332AA" w14:paraId="302B1B5A" w14:textId="77777777" w:rsidTr="00356C80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0A2A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3E73E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C332AA" w14:paraId="005E50DD" w14:textId="77777777" w:rsidTr="00356C80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1FC5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07467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C332AA" w14:paraId="0004BD9C" w14:textId="77777777" w:rsidTr="00356C80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B2A" w14:textId="77777777" w:rsidR="00356C80" w:rsidRDefault="00821E0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1" w:name="_GoBack" w:colFirst="0" w:colLast="2"/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A8748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bookmarkEnd w:id="1"/>
    </w:tbl>
    <w:p w14:paraId="50EAC517" w14:textId="77777777" w:rsidR="00356C80" w:rsidRDefault="00356C80" w:rsidP="00356C80">
      <w:pPr>
        <w:pStyle w:val="Odstavecseseznamem"/>
        <w:rPr>
          <w:rFonts w:ascii="Arial" w:hAnsi="Arial" w:cs="Arial"/>
          <w:sz w:val="20"/>
          <w:szCs w:val="20"/>
        </w:rPr>
      </w:pPr>
    </w:p>
    <w:p w14:paraId="5997DEC5" w14:textId="68097291" w:rsidR="00356C80" w:rsidRDefault="00356C80" w:rsidP="00356C8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4D7D00FD" w14:textId="4F9BBB5B" w:rsidR="007240DE" w:rsidRDefault="007240DE" w:rsidP="00356C8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246F7CE9" w14:textId="6417AADE" w:rsidR="007240DE" w:rsidRDefault="007240DE" w:rsidP="00356C8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7B02F7A3" w14:textId="3BE3251F" w:rsidR="007240DE" w:rsidRDefault="007240DE" w:rsidP="00356C8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1413E850" w14:textId="5AC3F491" w:rsidR="007240DE" w:rsidRDefault="007240DE" w:rsidP="00356C8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2A8A3EA9" w14:textId="1492A706" w:rsidR="007240DE" w:rsidRDefault="007240DE" w:rsidP="00356C8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591E4B8C" w14:textId="7A4526CD" w:rsidR="007240DE" w:rsidRDefault="007240DE" w:rsidP="00356C8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49EE8AB9" w14:textId="5F4CA59C" w:rsidR="007240DE" w:rsidRDefault="007240DE" w:rsidP="00356C8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1A7A39AD" w14:textId="5E0359D1" w:rsidR="007240DE" w:rsidRDefault="007240DE" w:rsidP="00356C8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41999B11" w14:textId="3CDEA37B" w:rsidR="007240DE" w:rsidRDefault="007240DE" w:rsidP="00356C8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44328A63" w14:textId="61F3D699" w:rsidR="007240DE" w:rsidRDefault="007240DE" w:rsidP="00356C8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627C953B" w14:textId="77777777" w:rsidR="007240DE" w:rsidRDefault="007240DE" w:rsidP="00356C8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324A03FC" w14:textId="77777777" w:rsidR="00356C80" w:rsidRDefault="00821E04" w:rsidP="00356C8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lastRenderedPageBreak/>
        <w:t>TECHNICKÁ KVALIFIKACE – SEZNAM TECHNIKŮ NEBO TECHNICKÝCH ÚTVARŮ</w:t>
      </w:r>
      <w:r w:rsidR="003039CD">
        <w:rPr>
          <w:rFonts w:ascii="Arial" w:hAnsi="Arial" w:cs="Arial"/>
          <w:b/>
          <w:szCs w:val="20"/>
          <w:u w:val="single"/>
        </w:rPr>
        <w:t xml:space="preserve"> VČETNĚ OSVĚDČENÍ O VZDĚLÁNÍ A ODBORNÉ KVALIFIKACI</w:t>
      </w:r>
      <w:r>
        <w:rPr>
          <w:rFonts w:ascii="Arial" w:hAnsi="Arial" w:cs="Arial"/>
          <w:b/>
          <w:szCs w:val="20"/>
          <w:u w:val="single"/>
        </w:rPr>
        <w:t>:</w:t>
      </w:r>
    </w:p>
    <w:p w14:paraId="14B074F7" w14:textId="092CAB3A" w:rsidR="007240DE" w:rsidRPr="007240DE" w:rsidRDefault="007240DE" w:rsidP="007240DE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 w:rsidRPr="007240DE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7240DE">
        <w:rPr>
          <w:rFonts w:ascii="Arial" w:hAnsi="Arial" w:cs="Arial"/>
          <w:sz w:val="20"/>
          <w:szCs w:val="20"/>
        </w:rPr>
        <w:t xml:space="preserve"> </w:t>
      </w:r>
      <w:r w:rsidRPr="007240DE">
        <w:rPr>
          <w:rFonts w:ascii="Arial" w:hAnsi="Arial" w:cs="Arial"/>
          <w:b/>
          <w:bCs/>
          <w:sz w:val="20"/>
          <w:szCs w:val="20"/>
        </w:rPr>
        <w:t xml:space="preserve">z předložených dokumentů bude vyplývat, že má pro realizaci této veřejné zakázky k dispozici celkem min. </w:t>
      </w:r>
      <w:r w:rsidRPr="007240DE">
        <w:rPr>
          <w:rFonts w:ascii="Arial" w:hAnsi="Arial" w:cs="Arial"/>
          <w:b/>
          <w:bCs/>
          <w:sz w:val="20"/>
          <w:szCs w:val="20"/>
          <w:u w:val="single"/>
        </w:rPr>
        <w:t>2 osoby (techniky)</w:t>
      </w:r>
      <w:r w:rsidRPr="007240DE">
        <w:rPr>
          <w:rFonts w:ascii="Arial" w:hAnsi="Arial" w:cs="Arial"/>
          <w:sz w:val="20"/>
          <w:szCs w:val="20"/>
        </w:rPr>
        <w:t xml:space="preserve">, jejichž prostřednictvím zabezpečuje odbornou způsobilost, konkrétně dodávku síťových prvků v kombinaci s implementací, včetně servisní podpory, </w:t>
      </w:r>
      <w:r>
        <w:rPr>
          <w:rFonts w:ascii="Arial" w:hAnsi="Arial" w:cs="Arial"/>
          <w:sz w:val="20"/>
          <w:szCs w:val="20"/>
        </w:rPr>
        <w:t>z nichž</w:t>
      </w:r>
      <w:r w:rsidRPr="007240DE">
        <w:rPr>
          <w:rFonts w:ascii="Arial" w:hAnsi="Arial" w:cs="Arial"/>
          <w:b/>
          <w:sz w:val="20"/>
          <w:szCs w:val="20"/>
          <w:u w:val="single"/>
        </w:rPr>
        <w:t xml:space="preserve"> každý disponuje minimálně jední</w:t>
      </w:r>
      <w:r>
        <w:rPr>
          <w:rFonts w:ascii="Arial" w:hAnsi="Arial" w:cs="Arial"/>
          <w:b/>
          <w:sz w:val="20"/>
          <w:szCs w:val="20"/>
          <w:u w:val="single"/>
        </w:rPr>
        <w:t>m</w:t>
      </w:r>
      <w:r w:rsidRPr="007240DE">
        <w:rPr>
          <w:rFonts w:ascii="Arial" w:hAnsi="Arial" w:cs="Arial"/>
          <w:b/>
          <w:sz w:val="20"/>
          <w:szCs w:val="20"/>
          <w:u w:val="single"/>
        </w:rPr>
        <w:t xml:space="preserve"> z níže uvedených certifikátů:</w:t>
      </w:r>
    </w:p>
    <w:p w14:paraId="5083D523" w14:textId="77777777" w:rsidR="007240DE" w:rsidRPr="007240DE" w:rsidRDefault="007240DE" w:rsidP="007240DE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7240DE">
        <w:rPr>
          <w:rFonts w:ascii="Arial" w:hAnsi="Arial" w:cs="Arial"/>
          <w:b/>
          <w:sz w:val="20"/>
          <w:szCs w:val="20"/>
        </w:rPr>
        <w:t xml:space="preserve">CCNP </w:t>
      </w:r>
      <w:proofErr w:type="spellStart"/>
      <w:r w:rsidRPr="007240DE">
        <w:rPr>
          <w:rFonts w:ascii="Arial" w:hAnsi="Arial" w:cs="Arial"/>
          <w:b/>
          <w:sz w:val="20"/>
          <w:szCs w:val="20"/>
        </w:rPr>
        <w:t>Enterprise</w:t>
      </w:r>
      <w:proofErr w:type="spellEnd"/>
      <w:r w:rsidRPr="007240DE">
        <w:rPr>
          <w:rFonts w:ascii="Arial" w:hAnsi="Arial" w:cs="Arial"/>
          <w:b/>
          <w:sz w:val="20"/>
          <w:szCs w:val="20"/>
        </w:rPr>
        <w:t xml:space="preserve"> – specializace ENWLSI nebo jiného ekvivalentního certifikátu</w:t>
      </w:r>
    </w:p>
    <w:p w14:paraId="5C879AE9" w14:textId="6075D69E" w:rsidR="00356C80" w:rsidRPr="007240DE" w:rsidRDefault="007240DE" w:rsidP="007240DE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240DE">
        <w:rPr>
          <w:rFonts w:ascii="Arial" w:hAnsi="Arial" w:cs="Arial"/>
          <w:b/>
          <w:sz w:val="20"/>
          <w:szCs w:val="20"/>
        </w:rPr>
        <w:t xml:space="preserve">CCIE </w:t>
      </w:r>
      <w:proofErr w:type="spellStart"/>
      <w:r w:rsidRPr="007240DE">
        <w:rPr>
          <w:rFonts w:ascii="Arial" w:hAnsi="Arial" w:cs="Arial"/>
          <w:b/>
          <w:sz w:val="20"/>
          <w:szCs w:val="20"/>
        </w:rPr>
        <w:t>Enterprise</w:t>
      </w:r>
      <w:proofErr w:type="spellEnd"/>
      <w:r w:rsidRPr="007240D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240DE">
        <w:rPr>
          <w:rFonts w:ascii="Arial" w:hAnsi="Arial" w:cs="Arial"/>
          <w:b/>
          <w:sz w:val="20"/>
          <w:szCs w:val="20"/>
        </w:rPr>
        <w:t>Wireless</w:t>
      </w:r>
      <w:proofErr w:type="spellEnd"/>
      <w:r w:rsidRPr="007240DE">
        <w:rPr>
          <w:rFonts w:ascii="Arial" w:hAnsi="Arial" w:cs="Arial"/>
          <w:b/>
          <w:sz w:val="20"/>
          <w:szCs w:val="20"/>
        </w:rPr>
        <w:t xml:space="preserve"> (dříve CCIE </w:t>
      </w:r>
      <w:proofErr w:type="spellStart"/>
      <w:r w:rsidRPr="007240DE">
        <w:rPr>
          <w:rFonts w:ascii="Arial" w:hAnsi="Arial" w:cs="Arial"/>
          <w:b/>
          <w:sz w:val="20"/>
          <w:szCs w:val="20"/>
        </w:rPr>
        <w:t>Wireless</w:t>
      </w:r>
      <w:proofErr w:type="spellEnd"/>
      <w:r w:rsidRPr="007240DE">
        <w:rPr>
          <w:rFonts w:ascii="Arial" w:hAnsi="Arial" w:cs="Arial"/>
          <w:b/>
          <w:sz w:val="20"/>
          <w:szCs w:val="20"/>
        </w:rPr>
        <w:t>)</w:t>
      </w:r>
      <w:r w:rsidRPr="007240DE">
        <w:rPr>
          <w:rFonts w:ascii="Arial" w:hAnsi="Arial" w:cs="Arial"/>
          <w:sz w:val="20"/>
          <w:szCs w:val="20"/>
        </w:rPr>
        <w:t xml:space="preserve"> </w:t>
      </w:r>
      <w:r w:rsidRPr="007240DE">
        <w:rPr>
          <w:rFonts w:ascii="Arial" w:hAnsi="Arial" w:cs="Arial"/>
          <w:b/>
          <w:sz w:val="20"/>
          <w:szCs w:val="20"/>
        </w:rPr>
        <w:t>nebo jiného ekvivalentního certifikát</w:t>
      </w:r>
    </w:p>
    <w:p w14:paraId="23B7519A" w14:textId="77777777" w:rsidR="007240DE" w:rsidRPr="007240DE" w:rsidRDefault="007240DE" w:rsidP="007240DE">
      <w:pPr>
        <w:autoSpaceDE w:val="0"/>
        <w:autoSpaceDN w:val="0"/>
        <w:adjustRightInd w:val="0"/>
        <w:spacing w:before="120" w:after="120"/>
        <w:ind w:left="1080"/>
        <w:jc w:val="both"/>
        <w:rPr>
          <w:rFonts w:ascii="Arial" w:hAnsi="Arial" w:cs="Arial"/>
          <w:sz w:val="20"/>
          <w:szCs w:val="20"/>
        </w:rPr>
      </w:pPr>
    </w:p>
    <w:p w14:paraId="594EB79B" w14:textId="77777777" w:rsidR="00356C80" w:rsidRDefault="00821E04" w:rsidP="00990E19">
      <w:pPr>
        <w:pStyle w:val="Odstavecseseznamem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Technik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332AA" w14:paraId="7CF45F0F" w14:textId="77777777" w:rsidTr="00356C80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6A2C8" w14:textId="77777777" w:rsidR="00356C80" w:rsidRDefault="00821E04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F9499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C332AA" w14:paraId="2D709C6A" w14:textId="77777777" w:rsidTr="00356C80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FCC78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3E18D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C332AA" w14:paraId="7D5DB917" w14:textId="77777777" w:rsidTr="00356C80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D5F34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3FC7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C332AA" w14:paraId="17125294" w14:textId="77777777" w:rsidTr="00356C80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94AE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8B4A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C332AA" w14:paraId="6F571356" w14:textId="77777777" w:rsidTr="00356C80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6B030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1F2A8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</w:tbl>
    <w:p w14:paraId="7A8DB144" w14:textId="77777777" w:rsidR="00356C80" w:rsidRDefault="00356C80" w:rsidP="00356C80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8D6749E" w14:textId="77777777" w:rsidR="00356C80" w:rsidRDefault="00821E04" w:rsidP="00356C80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Technik 2:</w:t>
      </w:r>
    </w:p>
    <w:p w14:paraId="46448F10" w14:textId="77777777" w:rsidR="00356C80" w:rsidRDefault="00356C80" w:rsidP="00604B22">
      <w:pPr>
        <w:pStyle w:val="Odstavecseseznamem"/>
        <w:ind w:left="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332AA" w14:paraId="027D6F8E" w14:textId="77777777" w:rsidTr="00356C80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14575" w14:textId="77777777" w:rsidR="00356C80" w:rsidRDefault="00821E04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281E1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C332AA" w14:paraId="1FE02E22" w14:textId="77777777" w:rsidTr="00356C80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53C2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303A8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C332AA" w14:paraId="6B61051A" w14:textId="77777777" w:rsidTr="00356C80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899E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A663C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C332AA" w14:paraId="634EEEB5" w14:textId="77777777" w:rsidTr="00356C80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B9A6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CAE1" w14:textId="77777777" w:rsidR="00356C80" w:rsidRPr="00604B22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604B22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604B22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C332AA" w14:paraId="519F404F" w14:textId="77777777" w:rsidTr="00356C80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6ED7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12D2F" w14:textId="77777777" w:rsidR="00356C80" w:rsidRDefault="00821E04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</w:tbl>
    <w:p w14:paraId="6573078A" w14:textId="77777777" w:rsidR="00356C80" w:rsidRDefault="00356C80" w:rsidP="00356C80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8F5281B" w14:textId="77777777" w:rsidR="00356C80" w:rsidRDefault="00356C80" w:rsidP="00356C80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01047A9" w14:textId="77777777" w:rsidR="00356C80" w:rsidRDefault="00356C80" w:rsidP="00356C80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B99EC8B" w14:textId="77777777" w:rsidR="00356C80" w:rsidRPr="00DD47D5" w:rsidRDefault="00356C80" w:rsidP="00356C80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6B147BA4" w14:textId="77777777" w:rsidR="00356C80" w:rsidRPr="00DD47D5" w:rsidRDefault="00990E19" w:rsidP="00990E19">
      <w:pPr>
        <w:pStyle w:val="Odstavecseseznamem"/>
        <w:ind w:left="0"/>
        <w:rPr>
          <w:rFonts w:ascii="Arial" w:hAnsi="Arial" w:cs="Arial"/>
          <w:i/>
          <w:sz w:val="20"/>
          <w:szCs w:val="20"/>
        </w:rPr>
      </w:pPr>
      <w:r w:rsidRPr="00DD47D5">
        <w:rPr>
          <w:rFonts w:ascii="Arial" w:hAnsi="Arial" w:cs="Arial"/>
          <w:sz w:val="20"/>
          <w:szCs w:val="20"/>
        </w:rPr>
        <w:t>Dne ………………………….</w:t>
      </w:r>
      <w:r w:rsidRPr="00DD47D5">
        <w:rPr>
          <w:rFonts w:ascii="Arial" w:hAnsi="Arial" w:cs="Arial"/>
          <w:i/>
          <w:sz w:val="20"/>
          <w:szCs w:val="20"/>
        </w:rPr>
        <w:tab/>
      </w:r>
      <w:r w:rsidRPr="00DD47D5">
        <w:rPr>
          <w:rFonts w:ascii="Arial" w:hAnsi="Arial" w:cs="Arial"/>
          <w:i/>
          <w:sz w:val="20"/>
          <w:szCs w:val="20"/>
        </w:rPr>
        <w:tab/>
      </w:r>
      <w:r w:rsidRPr="00DD47D5">
        <w:rPr>
          <w:rFonts w:ascii="Arial" w:hAnsi="Arial" w:cs="Arial"/>
          <w:i/>
          <w:sz w:val="20"/>
          <w:szCs w:val="20"/>
        </w:rPr>
        <w:tab/>
      </w:r>
      <w:r w:rsidRPr="00DD47D5">
        <w:rPr>
          <w:rFonts w:ascii="Arial" w:hAnsi="Arial" w:cs="Arial"/>
          <w:i/>
          <w:sz w:val="20"/>
          <w:szCs w:val="20"/>
        </w:rPr>
        <w:tab/>
        <w:t>Podpis osoby zastupující dodavatele</w:t>
      </w:r>
    </w:p>
    <w:sectPr w:rsidR="00356C80" w:rsidRPr="00DD47D5" w:rsidSect="005A3873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EB969" w14:textId="77777777" w:rsidR="007332DE" w:rsidRDefault="007332DE">
      <w:r>
        <w:separator/>
      </w:r>
    </w:p>
  </w:endnote>
  <w:endnote w:type="continuationSeparator" w:id="0">
    <w:p w14:paraId="7627EFF9" w14:textId="77777777" w:rsidR="007332DE" w:rsidRDefault="00733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6A716" w14:textId="77777777" w:rsidR="000C3ADB" w:rsidRDefault="007332DE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 w14:anchorId="7841448D">
        <v:line id="_x0000_s2051" style="position:absolute;flip:y;z-index:1" from="0,4.35pt" to="450pt,4.35pt"/>
      </w:pict>
    </w:r>
  </w:p>
  <w:p w14:paraId="0414E42B" w14:textId="77777777" w:rsidR="000C3ADB" w:rsidRPr="002D5E2E" w:rsidRDefault="00821E04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3081EBB0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E128D" w14:textId="77777777" w:rsidR="007332DE" w:rsidRDefault="007332DE">
      <w:r>
        <w:separator/>
      </w:r>
    </w:p>
  </w:footnote>
  <w:footnote w:type="continuationSeparator" w:id="0">
    <w:p w14:paraId="0834F136" w14:textId="77777777" w:rsidR="007332DE" w:rsidRDefault="00733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B3C03" w14:textId="77777777" w:rsidR="000C3ADB" w:rsidRDefault="007332DE">
    <w:pPr>
      <w:pStyle w:val="Zhlav"/>
    </w:pPr>
    <w:r>
      <w:rPr>
        <w:noProof/>
      </w:rPr>
      <w:pict w14:anchorId="448D9D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D8712" w14:textId="77777777" w:rsidR="002D5E2E" w:rsidRDefault="002D5E2E">
    <w:pPr>
      <w:pStyle w:val="Zhlav"/>
    </w:pPr>
  </w:p>
  <w:p w14:paraId="14B39CB3" w14:textId="77777777" w:rsidR="002D5E2E" w:rsidRDefault="002D5E2E">
    <w:pPr>
      <w:pStyle w:val="Zhlav"/>
    </w:pPr>
  </w:p>
  <w:p w14:paraId="498F4CBA" w14:textId="77777777" w:rsidR="002D5E2E" w:rsidRDefault="002D5E2E">
    <w:pPr>
      <w:pStyle w:val="Zhlav"/>
    </w:pPr>
  </w:p>
  <w:p w14:paraId="197F6346" w14:textId="77777777" w:rsidR="005B4337" w:rsidRDefault="007332DE">
    <w:pPr>
      <w:pStyle w:val="Zhlav"/>
    </w:pPr>
    <w:r>
      <w:rPr>
        <w:noProof/>
      </w:rPr>
      <w:pict w14:anchorId="07D458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38C14" w14:textId="77777777" w:rsidR="000C3ADB" w:rsidRDefault="007332DE">
    <w:pPr>
      <w:pStyle w:val="Zhlav"/>
    </w:pPr>
    <w:r>
      <w:rPr>
        <w:noProof/>
      </w:rPr>
      <w:pict w14:anchorId="7AEFD0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05pt;height:34.4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469429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042C7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D3C6085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D78A78C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5AC6EA2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70A6EC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51EE6BD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5B9281C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33075C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1220AA0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4BA89D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EA69C4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A6CFC4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A74639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36777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2CDBA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E00FD5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C542FD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C0881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3E9C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263A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080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E57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48CC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58B8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E232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2AB5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8EB"/>
    <w:multiLevelType w:val="hybridMultilevel"/>
    <w:tmpl w:val="7C94C48C"/>
    <w:lvl w:ilvl="0" w:tplc="3BA47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1A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24F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5282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7AA2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92CC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3208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CC98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26E1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6F22E24C">
      <w:start w:val="1"/>
      <w:numFmt w:val="lowerLetter"/>
      <w:lvlText w:val="%1)"/>
      <w:lvlJc w:val="left"/>
      <w:pPr>
        <w:ind w:left="644" w:hanging="360"/>
      </w:pPr>
    </w:lvl>
    <w:lvl w:ilvl="1" w:tplc="3FCA810C" w:tentative="1">
      <w:start w:val="1"/>
      <w:numFmt w:val="lowerLetter"/>
      <w:lvlText w:val="%2."/>
      <w:lvlJc w:val="left"/>
      <w:pPr>
        <w:ind w:left="1364" w:hanging="360"/>
      </w:pPr>
    </w:lvl>
    <w:lvl w:ilvl="2" w:tplc="34F27BAA" w:tentative="1">
      <w:start w:val="1"/>
      <w:numFmt w:val="lowerRoman"/>
      <w:lvlText w:val="%3."/>
      <w:lvlJc w:val="right"/>
      <w:pPr>
        <w:ind w:left="2084" w:hanging="180"/>
      </w:pPr>
    </w:lvl>
    <w:lvl w:ilvl="3" w:tplc="BD38BD42" w:tentative="1">
      <w:start w:val="1"/>
      <w:numFmt w:val="decimal"/>
      <w:lvlText w:val="%4."/>
      <w:lvlJc w:val="left"/>
      <w:pPr>
        <w:ind w:left="2804" w:hanging="360"/>
      </w:pPr>
    </w:lvl>
    <w:lvl w:ilvl="4" w:tplc="1D4EB1BA" w:tentative="1">
      <w:start w:val="1"/>
      <w:numFmt w:val="lowerLetter"/>
      <w:lvlText w:val="%5."/>
      <w:lvlJc w:val="left"/>
      <w:pPr>
        <w:ind w:left="3524" w:hanging="360"/>
      </w:pPr>
    </w:lvl>
    <w:lvl w:ilvl="5" w:tplc="C0C6FC38" w:tentative="1">
      <w:start w:val="1"/>
      <w:numFmt w:val="lowerRoman"/>
      <w:lvlText w:val="%6."/>
      <w:lvlJc w:val="right"/>
      <w:pPr>
        <w:ind w:left="4244" w:hanging="180"/>
      </w:pPr>
    </w:lvl>
    <w:lvl w:ilvl="6" w:tplc="8DA8E142" w:tentative="1">
      <w:start w:val="1"/>
      <w:numFmt w:val="decimal"/>
      <w:lvlText w:val="%7."/>
      <w:lvlJc w:val="left"/>
      <w:pPr>
        <w:ind w:left="4964" w:hanging="360"/>
      </w:pPr>
    </w:lvl>
    <w:lvl w:ilvl="7" w:tplc="2858FBBC" w:tentative="1">
      <w:start w:val="1"/>
      <w:numFmt w:val="lowerLetter"/>
      <w:lvlText w:val="%8."/>
      <w:lvlJc w:val="left"/>
      <w:pPr>
        <w:ind w:left="5684" w:hanging="360"/>
      </w:pPr>
    </w:lvl>
    <w:lvl w:ilvl="8" w:tplc="E7E850D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4876657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300226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16E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467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34F2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BA09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667E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6271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B22B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F01CFC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912EF5C" w:tentative="1">
      <w:start w:val="1"/>
      <w:numFmt w:val="lowerLetter"/>
      <w:lvlText w:val="%2."/>
      <w:lvlJc w:val="left"/>
      <w:pPr>
        <w:ind w:left="1440" w:hanging="360"/>
      </w:pPr>
    </w:lvl>
    <w:lvl w:ilvl="2" w:tplc="53963472" w:tentative="1">
      <w:start w:val="1"/>
      <w:numFmt w:val="lowerRoman"/>
      <w:lvlText w:val="%3."/>
      <w:lvlJc w:val="right"/>
      <w:pPr>
        <w:ind w:left="2160" w:hanging="180"/>
      </w:pPr>
    </w:lvl>
    <w:lvl w:ilvl="3" w:tplc="6F521D8C" w:tentative="1">
      <w:start w:val="1"/>
      <w:numFmt w:val="decimal"/>
      <w:lvlText w:val="%4."/>
      <w:lvlJc w:val="left"/>
      <w:pPr>
        <w:ind w:left="2880" w:hanging="360"/>
      </w:pPr>
    </w:lvl>
    <w:lvl w:ilvl="4" w:tplc="E858F792" w:tentative="1">
      <w:start w:val="1"/>
      <w:numFmt w:val="lowerLetter"/>
      <w:lvlText w:val="%5."/>
      <w:lvlJc w:val="left"/>
      <w:pPr>
        <w:ind w:left="3600" w:hanging="360"/>
      </w:pPr>
    </w:lvl>
    <w:lvl w:ilvl="5" w:tplc="39B8C09E" w:tentative="1">
      <w:start w:val="1"/>
      <w:numFmt w:val="lowerRoman"/>
      <w:lvlText w:val="%6."/>
      <w:lvlJc w:val="right"/>
      <w:pPr>
        <w:ind w:left="4320" w:hanging="180"/>
      </w:pPr>
    </w:lvl>
    <w:lvl w:ilvl="6" w:tplc="F9364C16" w:tentative="1">
      <w:start w:val="1"/>
      <w:numFmt w:val="decimal"/>
      <w:lvlText w:val="%7."/>
      <w:lvlJc w:val="left"/>
      <w:pPr>
        <w:ind w:left="5040" w:hanging="360"/>
      </w:pPr>
    </w:lvl>
    <w:lvl w:ilvl="7" w:tplc="6B0AF14A" w:tentative="1">
      <w:start w:val="1"/>
      <w:numFmt w:val="lowerLetter"/>
      <w:lvlText w:val="%8."/>
      <w:lvlJc w:val="left"/>
      <w:pPr>
        <w:ind w:left="5760" w:hanging="360"/>
      </w:pPr>
    </w:lvl>
    <w:lvl w:ilvl="8" w:tplc="36441B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6016C"/>
    <w:multiLevelType w:val="hybridMultilevel"/>
    <w:tmpl w:val="794246BA"/>
    <w:lvl w:ilvl="0" w:tplc="E37E1A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F6A882">
      <w:start w:val="1"/>
      <w:numFmt w:val="lowerLetter"/>
      <w:lvlText w:val="%2."/>
      <w:lvlJc w:val="left"/>
      <w:pPr>
        <w:ind w:left="1440" w:hanging="360"/>
      </w:pPr>
    </w:lvl>
    <w:lvl w:ilvl="2" w:tplc="34F04AC6">
      <w:start w:val="1"/>
      <w:numFmt w:val="lowerRoman"/>
      <w:lvlText w:val="%3."/>
      <w:lvlJc w:val="right"/>
      <w:pPr>
        <w:ind w:left="2160" w:hanging="180"/>
      </w:pPr>
    </w:lvl>
    <w:lvl w:ilvl="3" w:tplc="F3BABFBC">
      <w:start w:val="1"/>
      <w:numFmt w:val="decimal"/>
      <w:lvlText w:val="%4."/>
      <w:lvlJc w:val="left"/>
      <w:pPr>
        <w:ind w:left="2880" w:hanging="360"/>
      </w:pPr>
    </w:lvl>
    <w:lvl w:ilvl="4" w:tplc="0CF8F648">
      <w:start w:val="1"/>
      <w:numFmt w:val="lowerLetter"/>
      <w:lvlText w:val="%5."/>
      <w:lvlJc w:val="left"/>
      <w:pPr>
        <w:ind w:left="3600" w:hanging="360"/>
      </w:pPr>
    </w:lvl>
    <w:lvl w:ilvl="5" w:tplc="A822BA3C">
      <w:start w:val="1"/>
      <w:numFmt w:val="lowerRoman"/>
      <w:lvlText w:val="%6."/>
      <w:lvlJc w:val="right"/>
      <w:pPr>
        <w:ind w:left="4320" w:hanging="180"/>
      </w:pPr>
    </w:lvl>
    <w:lvl w:ilvl="6" w:tplc="41282BFE">
      <w:start w:val="1"/>
      <w:numFmt w:val="decimal"/>
      <w:lvlText w:val="%7."/>
      <w:lvlJc w:val="left"/>
      <w:pPr>
        <w:ind w:left="5040" w:hanging="360"/>
      </w:pPr>
    </w:lvl>
    <w:lvl w:ilvl="7" w:tplc="2C7E45D4">
      <w:start w:val="1"/>
      <w:numFmt w:val="lowerLetter"/>
      <w:lvlText w:val="%8."/>
      <w:lvlJc w:val="left"/>
      <w:pPr>
        <w:ind w:left="5760" w:hanging="360"/>
      </w:pPr>
    </w:lvl>
    <w:lvl w:ilvl="8" w:tplc="4F8863F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D71A6"/>
    <w:multiLevelType w:val="hybridMultilevel"/>
    <w:tmpl w:val="9BE89DD4"/>
    <w:lvl w:ilvl="0" w:tplc="8F9CC7C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88E2A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8ACB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8CD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BE89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224E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765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3CE4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CC38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A6043B"/>
    <w:multiLevelType w:val="hybridMultilevel"/>
    <w:tmpl w:val="10F631F8"/>
    <w:lvl w:ilvl="0" w:tplc="5B401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9F4EF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178D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00F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5E7C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1EE1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4EAB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49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7A4C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4D921DE5"/>
    <w:multiLevelType w:val="hybridMultilevel"/>
    <w:tmpl w:val="392EF3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9B7169"/>
    <w:multiLevelType w:val="hybridMultilevel"/>
    <w:tmpl w:val="2CE6DA40"/>
    <w:lvl w:ilvl="0" w:tplc="DB76D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D0AE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2C44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2DA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60FA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748A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5A97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1B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94FB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420D65"/>
    <w:multiLevelType w:val="hybridMultilevel"/>
    <w:tmpl w:val="8E9C841C"/>
    <w:lvl w:ilvl="0" w:tplc="EA08F1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44FDF4" w:tentative="1">
      <w:start w:val="1"/>
      <w:numFmt w:val="lowerLetter"/>
      <w:lvlText w:val="%2."/>
      <w:lvlJc w:val="left"/>
      <w:pPr>
        <w:ind w:left="1440" w:hanging="360"/>
      </w:pPr>
    </w:lvl>
    <w:lvl w:ilvl="2" w:tplc="2138E002" w:tentative="1">
      <w:start w:val="1"/>
      <w:numFmt w:val="lowerRoman"/>
      <w:lvlText w:val="%3."/>
      <w:lvlJc w:val="right"/>
      <w:pPr>
        <w:ind w:left="2160" w:hanging="180"/>
      </w:pPr>
    </w:lvl>
    <w:lvl w:ilvl="3" w:tplc="44864192" w:tentative="1">
      <w:start w:val="1"/>
      <w:numFmt w:val="decimal"/>
      <w:lvlText w:val="%4."/>
      <w:lvlJc w:val="left"/>
      <w:pPr>
        <w:ind w:left="2880" w:hanging="360"/>
      </w:pPr>
    </w:lvl>
    <w:lvl w:ilvl="4" w:tplc="E71EE780" w:tentative="1">
      <w:start w:val="1"/>
      <w:numFmt w:val="lowerLetter"/>
      <w:lvlText w:val="%5."/>
      <w:lvlJc w:val="left"/>
      <w:pPr>
        <w:ind w:left="3600" w:hanging="360"/>
      </w:pPr>
    </w:lvl>
    <w:lvl w:ilvl="5" w:tplc="C36EF82A" w:tentative="1">
      <w:start w:val="1"/>
      <w:numFmt w:val="lowerRoman"/>
      <w:lvlText w:val="%6."/>
      <w:lvlJc w:val="right"/>
      <w:pPr>
        <w:ind w:left="4320" w:hanging="180"/>
      </w:pPr>
    </w:lvl>
    <w:lvl w:ilvl="6" w:tplc="202A6A4E" w:tentative="1">
      <w:start w:val="1"/>
      <w:numFmt w:val="decimal"/>
      <w:lvlText w:val="%7."/>
      <w:lvlJc w:val="left"/>
      <w:pPr>
        <w:ind w:left="5040" w:hanging="360"/>
      </w:pPr>
    </w:lvl>
    <w:lvl w:ilvl="7" w:tplc="CBFC18F0" w:tentative="1">
      <w:start w:val="1"/>
      <w:numFmt w:val="lowerLetter"/>
      <w:lvlText w:val="%8."/>
      <w:lvlJc w:val="left"/>
      <w:pPr>
        <w:ind w:left="5760" w:hanging="360"/>
      </w:pPr>
    </w:lvl>
    <w:lvl w:ilvl="8" w:tplc="2D5C73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27340A"/>
    <w:multiLevelType w:val="hybridMultilevel"/>
    <w:tmpl w:val="412473CA"/>
    <w:lvl w:ilvl="0" w:tplc="F8882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8830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704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1A80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43C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026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7CFE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2E44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348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2920B9"/>
    <w:multiLevelType w:val="hybridMultilevel"/>
    <w:tmpl w:val="16F87D7E"/>
    <w:lvl w:ilvl="0" w:tplc="F5E27A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C4C9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D52D1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D627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A4D3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C204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E86D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5AEF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0437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E07468"/>
    <w:multiLevelType w:val="hybridMultilevel"/>
    <w:tmpl w:val="F216EE0A"/>
    <w:lvl w:ilvl="0" w:tplc="CF9C12F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56E5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DA35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70A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6A02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B0B6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4F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B9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9CE9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0C3D30"/>
    <w:multiLevelType w:val="hybridMultilevel"/>
    <w:tmpl w:val="0FC680EE"/>
    <w:lvl w:ilvl="0" w:tplc="29983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9E00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FC26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22E7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7E9D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1E37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F21E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AA7C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FAD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6"/>
  </w:num>
  <w:num w:numId="5">
    <w:abstractNumId w:val="4"/>
  </w:num>
  <w:num w:numId="6">
    <w:abstractNumId w:val="2"/>
  </w:num>
  <w:num w:numId="7">
    <w:abstractNumId w:val="6"/>
  </w:num>
  <w:num w:numId="8">
    <w:abstractNumId w:val="10"/>
  </w:num>
  <w:num w:numId="9">
    <w:abstractNumId w:val="11"/>
  </w:num>
  <w:num w:numId="10">
    <w:abstractNumId w:val="9"/>
  </w:num>
  <w:num w:numId="11">
    <w:abstractNumId w:val="14"/>
  </w:num>
  <w:num w:numId="12">
    <w:abstractNumId w:val="7"/>
  </w:num>
  <w:num w:numId="13">
    <w:abstractNumId w:val="18"/>
  </w:num>
  <w:num w:numId="14">
    <w:abstractNumId w:val="5"/>
  </w:num>
  <w:num w:numId="15">
    <w:abstractNumId w:val="1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39D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64B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9CD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444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6C80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6114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D7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4EE4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A7D70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4B22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0E86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0DE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2DE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1E04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409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3561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2C08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0E19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862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3C6D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394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2601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0A56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3DF7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2AA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468E9"/>
    <w:rsid w:val="00C50701"/>
    <w:rsid w:val="00C50958"/>
    <w:rsid w:val="00C50B00"/>
    <w:rsid w:val="00C51C5A"/>
    <w:rsid w:val="00C530D1"/>
    <w:rsid w:val="00C5405A"/>
    <w:rsid w:val="00C548F1"/>
    <w:rsid w:val="00C554E6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061E"/>
    <w:rsid w:val="00D7154D"/>
    <w:rsid w:val="00D71D69"/>
    <w:rsid w:val="00D72097"/>
    <w:rsid w:val="00D73317"/>
    <w:rsid w:val="00D739D1"/>
    <w:rsid w:val="00D7565C"/>
    <w:rsid w:val="00D75B09"/>
    <w:rsid w:val="00D75D25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7D5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2A8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C7748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1A39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332B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4C24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4FCD32F"/>
  <w15:docId w15:val="{C9ED6AF1-A23A-4489-95D5-9FCF80A3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Comment Reference (Czech Radio)"/>
    <w:uiPriority w:val="99"/>
    <w:rsid w:val="004C7976"/>
    <w:rPr>
      <w:sz w:val="16"/>
      <w:szCs w:val="16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aliases w:val="Bullet List,Bullet Number,Heading2,List Paragraph1,Nad,Název grafu,Odrazky,Odrážky,Odstavec cíl se seznamem,Odstavec se seznamem1,Odstavec se seznamem5,Odstavec_muj,Puce,Use Case List Paragraph,_Odstavec se seznamem,lp1,nad 1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aliases w:val="Bullet List Char,Bullet Number Char,Heading2 Char,List Paragraph1 Char,Nad Char,Název grafu Char,Odrazky Char,Odrážky Char,Odstavec cíl se seznamem Char,Odstavec se seznamem1 Char,Odstavec se seznamem5 Char,Odstavec_muj Char"/>
    <w:link w:val="Odstavecseseznamem"/>
    <w:uiPriority w:val="34"/>
    <w:qFormat/>
    <w:locked/>
    <w:rsid w:val="00356C80"/>
    <w:rPr>
      <w:sz w:val="24"/>
      <w:szCs w:val="24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rsid w:val="00F43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3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zakonyprolidi.cz/cs/2016-134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286BE9-2681-4C6A-8369-D4345C1A5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57</TotalTime>
  <Pages>1</Pages>
  <Words>986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23</cp:revision>
  <cp:lastPrinted>2014-10-07T12:22:00Z</cp:lastPrinted>
  <dcterms:created xsi:type="dcterms:W3CDTF">2016-10-21T12:51:00Z</dcterms:created>
  <dcterms:modified xsi:type="dcterms:W3CDTF">2025-12-09T10:23:00Z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